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BBCE84">
      <w:pPr>
        <w:spacing w:line="540" w:lineRule="exact"/>
        <w:ind w:firstLine="0" w:firstLineChars="0"/>
        <w:rPr>
          <w:rFonts w:hint="eastAsia" w:ascii="方正黑体_GBK" w:eastAsia="方正黑体_GBK"/>
        </w:rPr>
      </w:pPr>
      <w:r>
        <w:rPr>
          <w:rFonts w:hint="eastAsia" w:ascii="方正黑体_GBK" w:eastAsia="方正黑体_GBK"/>
        </w:rPr>
        <w:t>附件1</w:t>
      </w:r>
    </w:p>
    <w:p w14:paraId="0990CD19">
      <w:pPr>
        <w:spacing w:line="540" w:lineRule="exact"/>
        <w:ind w:firstLine="0" w:firstLineChars="0"/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报价单</w:t>
      </w:r>
    </w:p>
    <w:p w14:paraId="4D0C4819">
      <w:pPr>
        <w:spacing w:line="540" w:lineRule="exact"/>
        <w:ind w:firstLine="0" w:firstLineChars="0"/>
      </w:pPr>
    </w:p>
    <w:p w14:paraId="2DA27A45">
      <w:pPr>
        <w:spacing w:line="540" w:lineRule="exact"/>
        <w:ind w:firstLine="0" w:firstLineChars="0"/>
      </w:pPr>
      <w:r>
        <w:rPr>
          <w:rFonts w:hint="eastAsia"/>
        </w:rPr>
        <w:t>重庆市林业投资开发有限责任公司：</w:t>
      </w:r>
    </w:p>
    <w:p w14:paraId="302EF8F8">
      <w:pPr>
        <w:spacing w:line="540" w:lineRule="exact"/>
        <w:ind w:firstLine="655"/>
      </w:pPr>
      <w:r>
        <w:rPr>
          <w:rFonts w:hint="eastAsia"/>
        </w:rPr>
        <w:t>我方经仔细阅读研究贵公司</w:t>
      </w:r>
      <w:r>
        <w:rPr>
          <w:rFonts w:hint="eastAsia"/>
          <w:u w:val="single"/>
        </w:rPr>
        <w:t>油橄榄果实</w:t>
      </w:r>
      <w:r>
        <w:rPr>
          <w:rFonts w:hint="eastAsia"/>
        </w:rPr>
        <w:t>销售公告后，现决定参与此次竞买报价并承诺以下事项：</w:t>
      </w:r>
    </w:p>
    <w:p w14:paraId="22712BCA">
      <w:pPr>
        <w:spacing w:line="540" w:lineRule="exact"/>
        <w:ind w:firstLine="655"/>
      </w:pPr>
      <w:r>
        <w:rPr>
          <w:rFonts w:hint="eastAsia"/>
        </w:rPr>
        <w:t>一、我方已对销售公告内容及相关违约责任有充分了解并完全认可，自愿承担相应风险。</w:t>
      </w:r>
    </w:p>
    <w:p w14:paraId="303350D8">
      <w:pPr>
        <w:spacing w:line="540" w:lineRule="exact"/>
        <w:ind w:firstLine="655"/>
      </w:pPr>
      <w:r>
        <w:rPr>
          <w:rFonts w:hint="eastAsia"/>
        </w:rPr>
        <w:t>二、我方愿按照贵公司相关要求进行油橄榄果实采收，科学规范作业，恪守范围采收，承担油橄榄果实采收及运输等各项工作产生的所有成本。</w:t>
      </w:r>
      <w:r>
        <w:rPr>
          <w:rFonts w:hint="eastAsia"/>
          <w:b/>
          <w:bCs/>
        </w:rPr>
        <w:t>我方自愿参加此次竞买报价，我方购买贵公司油橄榄果实的报价为__________元/</w:t>
      </w:r>
      <w:r>
        <w:rPr>
          <w:rFonts w:hint="eastAsia"/>
          <w:b/>
          <w:bCs/>
          <w:lang w:val="en-US" w:eastAsia="zh-CN"/>
        </w:rPr>
        <w:t>公斤</w:t>
      </w:r>
      <w:bookmarkStart w:id="0" w:name="_GoBack"/>
      <w:bookmarkEnd w:id="0"/>
      <w:r>
        <w:rPr>
          <w:rFonts w:hint="eastAsia"/>
          <w:b/>
          <w:bCs/>
        </w:rPr>
        <w:t>。</w:t>
      </w:r>
      <w:r>
        <w:rPr>
          <w:rFonts w:hint="eastAsia"/>
        </w:rPr>
        <w:t>我方保证上述报价真实有效，一经报出绝不撤回。</w:t>
      </w:r>
    </w:p>
    <w:p w14:paraId="0C6E714C">
      <w:pPr>
        <w:spacing w:line="540" w:lineRule="exact"/>
        <w:ind w:firstLine="655"/>
      </w:pPr>
      <w:r>
        <w:rPr>
          <w:rFonts w:hint="eastAsia"/>
        </w:rPr>
        <w:t>三、我方承诺在采收过程中不损伤油橄榄果树、不破坏道路管网等基地设施、不超范围采收、不对果树后续生长造成不良影响。</w:t>
      </w:r>
    </w:p>
    <w:p w14:paraId="0C33AC05">
      <w:pPr>
        <w:spacing w:line="540" w:lineRule="exact"/>
        <w:ind w:firstLine="655"/>
        <w:rPr>
          <w:rFonts w:hint="eastAsia"/>
        </w:rPr>
      </w:pPr>
      <w:r>
        <w:rPr>
          <w:rFonts w:hint="eastAsia"/>
        </w:rPr>
        <w:t>四、我方对递交文件的真实性、完整性、有效性负责。</w:t>
      </w:r>
    </w:p>
    <w:p w14:paraId="34798B0B">
      <w:pPr>
        <w:spacing w:line="540" w:lineRule="exact"/>
        <w:ind w:firstLine="0" w:firstLineChars="0"/>
      </w:pPr>
    </w:p>
    <w:p w14:paraId="084F5BE4">
      <w:pPr>
        <w:spacing w:line="540" w:lineRule="exact"/>
        <w:ind w:firstLine="0" w:firstLineChars="0"/>
        <w:rPr>
          <w:rFonts w:hint="eastAsia"/>
        </w:rPr>
      </w:pPr>
    </w:p>
    <w:p w14:paraId="38F69952">
      <w:pPr>
        <w:wordWrap w:val="0"/>
        <w:spacing w:line="540" w:lineRule="exact"/>
        <w:ind w:right="1308" w:rightChars="400" w:firstLine="655"/>
        <w:jc w:val="right"/>
        <w:rPr>
          <w:rFonts w:hint="eastAsia"/>
        </w:rPr>
      </w:pPr>
      <w:r>
        <w:rPr>
          <w:rFonts w:hint="eastAsia"/>
        </w:rPr>
        <w:t xml:space="preserve">报价单位（加盖公章）：       </w:t>
      </w:r>
    </w:p>
    <w:p w14:paraId="6328E0EC">
      <w:pPr>
        <w:wordWrap w:val="0"/>
        <w:spacing w:line="540" w:lineRule="exact"/>
        <w:ind w:right="1308" w:rightChars="400" w:firstLine="655"/>
        <w:jc w:val="right"/>
      </w:pPr>
    </w:p>
    <w:p w14:paraId="4BF14567">
      <w:pPr>
        <w:spacing w:line="540" w:lineRule="exact"/>
        <w:ind w:right="1308" w:rightChars="400" w:firstLine="655"/>
        <w:jc w:val="right"/>
      </w:pPr>
      <w:r>
        <w:rPr>
          <w:rFonts w:hint="eastAsia"/>
        </w:rPr>
        <w:t>年   月   日</w:t>
      </w:r>
    </w:p>
    <w:p w14:paraId="48F47065">
      <w:pPr>
        <w:spacing w:line="540" w:lineRule="exact"/>
        <w:ind w:firstLine="655"/>
        <w:jc w:val="left"/>
        <w:rPr>
          <w:rFonts w:hint="eastAsia"/>
        </w:rPr>
      </w:pPr>
      <w:r>
        <w:rPr>
          <w:rFonts w:hint="eastAsia"/>
        </w:rPr>
        <w:t>（联系人：________ 联系电话：_________________）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474" w:bottom="1985" w:left="1588" w:header="851" w:footer="1418" w:gutter="0"/>
      <w:pgNumType w:start="1"/>
      <w:cols w:space="425" w:num="1"/>
      <w:docGrid w:type="linesAndChars" w:linePitch="579" w:charSpace="15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54"/>
      </w:pPr>
      <w:r>
        <w:separator/>
      </w:r>
    </w:p>
  </w:endnote>
  <w:endnote w:type="continuationSeparator" w:id="1">
    <w:p>
      <w:pPr>
        <w:spacing w:line="240" w:lineRule="auto"/>
        <w:ind w:firstLine="65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黑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7FB9A0">
    <w:pPr>
      <w:pStyle w:val="11"/>
      <w:tabs>
        <w:tab w:val="clear" w:pos="4153"/>
        <w:tab w:val="clear" w:pos="8306"/>
      </w:tabs>
      <w:ind w:right="320" w:rightChars="100" w:firstLine="0" w:firstLineChars="0"/>
      <w:jc w:val="right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— </w:t>
    </w:r>
    <w:sdt>
      <w:sdtPr>
        <w:id w:val="1650790939"/>
      </w:sdtPr>
      <w:sdtEndPr>
        <w:rPr>
          <w:rFonts w:ascii="宋体" w:hAnsi="宋体" w:eastAsia="宋体"/>
          <w:sz w:val="28"/>
          <w:szCs w:val="28"/>
        </w:rPr>
      </w:sdtEndPr>
      <w:sdtContent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hint="eastAsia" w:ascii="宋体" w:hAnsi="宋体" w:eastAsia="宋体"/>
            <w:sz w:val="28"/>
            <w:szCs w:val="28"/>
          </w:rPr>
          <w:t>1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sdtContent>
    </w:sdt>
    <w:r>
      <w:rPr>
        <w:rFonts w:hint="eastAsia" w:ascii="宋体" w:hAnsi="宋体" w:eastAsia="宋体"/>
        <w:sz w:val="28"/>
        <w:szCs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EE5BCE">
    <w:pPr>
      <w:pStyle w:val="11"/>
      <w:ind w:left="320" w:leftChars="100" w:firstLine="0" w:firstLineChars="0"/>
      <w:rPr>
        <w:rFonts w:hint="eastAsia" w:ascii="宋体" w:hAnsi="宋体" w:eastAsia="宋体"/>
        <w:sz w:val="28"/>
        <w:szCs w:val="28"/>
      </w:rPr>
    </w:pPr>
    <w:sdt>
      <w:sdtPr>
        <w:id w:val="-1375619730"/>
      </w:sdtPr>
      <w:sdtEndPr>
        <w:rPr>
          <w:rFonts w:ascii="宋体" w:hAnsi="宋体" w:eastAsia="宋体"/>
          <w:sz w:val="28"/>
          <w:szCs w:val="28"/>
        </w:rPr>
      </w:sdtEndPr>
      <w:sdtContent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780E0D">
    <w:pPr>
      <w:pStyle w:val="11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54"/>
      </w:pPr>
      <w:r>
        <w:separator/>
      </w:r>
    </w:p>
  </w:footnote>
  <w:footnote w:type="continuationSeparator" w:id="1">
    <w:p>
      <w:pPr>
        <w:spacing w:line="240" w:lineRule="auto"/>
        <w:ind w:firstLine="65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BBFCE">
    <w:pPr>
      <w:ind w:firstLine="6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93D55C">
    <w:pPr>
      <w:tabs>
        <w:tab w:val="left" w:pos="1987"/>
      </w:tabs>
      <w:ind w:firstLine="0" w:firstLineChars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36CCEF">
    <w:pPr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64"/>
  <w:drawingGridVerticalSpacing w:val="579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A02A74"/>
    <w:rsid w:val="00020A0A"/>
    <w:rsid w:val="000738AE"/>
    <w:rsid w:val="00076923"/>
    <w:rsid w:val="000843F9"/>
    <w:rsid w:val="00094E7F"/>
    <w:rsid w:val="00096973"/>
    <w:rsid w:val="001055C0"/>
    <w:rsid w:val="00111D13"/>
    <w:rsid w:val="001376BE"/>
    <w:rsid w:val="00144D8A"/>
    <w:rsid w:val="00154511"/>
    <w:rsid w:val="00163116"/>
    <w:rsid w:val="00190493"/>
    <w:rsid w:val="001D1D04"/>
    <w:rsid w:val="001D4C3E"/>
    <w:rsid w:val="001D71E0"/>
    <w:rsid w:val="002428A0"/>
    <w:rsid w:val="00266266"/>
    <w:rsid w:val="002767F4"/>
    <w:rsid w:val="002C4CDB"/>
    <w:rsid w:val="002D4F79"/>
    <w:rsid w:val="00302E01"/>
    <w:rsid w:val="003337DA"/>
    <w:rsid w:val="003D41C7"/>
    <w:rsid w:val="003E0D3B"/>
    <w:rsid w:val="004220D8"/>
    <w:rsid w:val="00423C5B"/>
    <w:rsid w:val="00446E6A"/>
    <w:rsid w:val="00495952"/>
    <w:rsid w:val="004B1FB2"/>
    <w:rsid w:val="004E0702"/>
    <w:rsid w:val="00506A99"/>
    <w:rsid w:val="0056478A"/>
    <w:rsid w:val="00573807"/>
    <w:rsid w:val="00575D2A"/>
    <w:rsid w:val="005B6562"/>
    <w:rsid w:val="005C5DAD"/>
    <w:rsid w:val="00622771"/>
    <w:rsid w:val="00644AEA"/>
    <w:rsid w:val="007256F3"/>
    <w:rsid w:val="00771A49"/>
    <w:rsid w:val="00791566"/>
    <w:rsid w:val="007A2C59"/>
    <w:rsid w:val="007E0119"/>
    <w:rsid w:val="007E2E62"/>
    <w:rsid w:val="007F0DD2"/>
    <w:rsid w:val="00805BB3"/>
    <w:rsid w:val="008153ED"/>
    <w:rsid w:val="008236CB"/>
    <w:rsid w:val="00835C05"/>
    <w:rsid w:val="008711FB"/>
    <w:rsid w:val="008A69BA"/>
    <w:rsid w:val="008C25A3"/>
    <w:rsid w:val="008F0051"/>
    <w:rsid w:val="008F362C"/>
    <w:rsid w:val="00906122"/>
    <w:rsid w:val="009207E8"/>
    <w:rsid w:val="009508C0"/>
    <w:rsid w:val="009700BF"/>
    <w:rsid w:val="009773AF"/>
    <w:rsid w:val="0099307C"/>
    <w:rsid w:val="009B0EC3"/>
    <w:rsid w:val="009B68D9"/>
    <w:rsid w:val="009F7823"/>
    <w:rsid w:val="00A02A74"/>
    <w:rsid w:val="00A15053"/>
    <w:rsid w:val="00AF1328"/>
    <w:rsid w:val="00AF5AC6"/>
    <w:rsid w:val="00B006F8"/>
    <w:rsid w:val="00B41CE0"/>
    <w:rsid w:val="00B559AE"/>
    <w:rsid w:val="00B62843"/>
    <w:rsid w:val="00B70892"/>
    <w:rsid w:val="00C4158C"/>
    <w:rsid w:val="00C70046"/>
    <w:rsid w:val="00CA44BA"/>
    <w:rsid w:val="00D645F1"/>
    <w:rsid w:val="00D70F61"/>
    <w:rsid w:val="00D87630"/>
    <w:rsid w:val="00DA3EE3"/>
    <w:rsid w:val="00DD5FE4"/>
    <w:rsid w:val="00DF1250"/>
    <w:rsid w:val="00DF5B0C"/>
    <w:rsid w:val="00E2082C"/>
    <w:rsid w:val="00E47903"/>
    <w:rsid w:val="00E56500"/>
    <w:rsid w:val="00EB2A7D"/>
    <w:rsid w:val="00EF77F1"/>
    <w:rsid w:val="00F07E88"/>
    <w:rsid w:val="00F771D8"/>
    <w:rsid w:val="00F80A5D"/>
    <w:rsid w:val="00FC0530"/>
    <w:rsid w:val="00FC0C9B"/>
    <w:rsid w:val="00FD1B72"/>
    <w:rsid w:val="0A9C0A17"/>
    <w:rsid w:val="3F0F3DE8"/>
    <w:rsid w:val="696C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60" w:lineRule="exact"/>
      <w:ind w:firstLine="200" w:firstLineChars="200"/>
      <w:jc w:val="both"/>
    </w:pPr>
    <w:rPr>
      <w:rFonts w:ascii="Times New Roman" w:hAnsi="Times New Roman" w:eastAsia="方正仿宋_GBK" w:cs="方正仿宋_GBK"/>
      <w:kern w:val="2"/>
      <w:sz w:val="32"/>
      <w:szCs w:val="3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outlineLvl w:val="0"/>
    </w:pPr>
    <w:rPr>
      <w:rFonts w:ascii="方正黑体_GBK" w:hAnsi="方正黑体_GBK" w:eastAsia="方正黑体_GBK" w:cs="方正黑体_GBK"/>
      <w:kern w:val="44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outlineLvl w:val="1"/>
    </w:pPr>
    <w:rPr>
      <w:rFonts w:ascii="方正楷体_GBK" w:hAnsi="方正楷体_GBK" w:eastAsia="方正楷体_GBK" w:cs="方正楷体_GBK"/>
    </w:rPr>
  </w:style>
  <w:style w:type="paragraph" w:styleId="4">
    <w:name w:val="heading 3"/>
    <w:basedOn w:val="1"/>
    <w:next w:val="1"/>
    <w:link w:val="20"/>
    <w:autoRedefine/>
    <w:unhideWhenUsed/>
    <w:qFormat/>
    <w:uiPriority w:val="9"/>
    <w:pPr>
      <w:keepNext/>
      <w:keepLines/>
      <w:spacing w:before="260" w:after="260" w:line="416" w:lineRule="atLeast"/>
      <w:outlineLvl w:val="2"/>
    </w:pPr>
    <w:rPr>
      <w:b/>
      <w:bCs/>
    </w:rPr>
  </w:style>
  <w:style w:type="paragraph" w:styleId="5">
    <w:name w:val="heading 4"/>
    <w:basedOn w:val="1"/>
    <w:next w:val="1"/>
    <w:link w:val="22"/>
    <w:autoRedefine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4"/>
    <w:autoRedefine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5"/>
    <w:autoRedefine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12">
    <w:name w:val="Title"/>
    <w:basedOn w:val="1"/>
    <w:next w:val="1"/>
    <w:link w:val="17"/>
    <w:qFormat/>
    <w:uiPriority w:val="10"/>
    <w:pPr>
      <w:ind w:firstLine="0" w:firstLineChars="0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table" w:styleId="14">
    <w:name w:val="Table Grid"/>
    <w:basedOn w:val="1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6">
    <w:name w:val="标题 1 字符"/>
    <w:basedOn w:val="15"/>
    <w:link w:val="2"/>
    <w:autoRedefine/>
    <w:qFormat/>
    <w:uiPriority w:val="9"/>
    <w:rPr>
      <w:rFonts w:ascii="方正黑体_GBK" w:hAnsi="方正黑体_GBK" w:eastAsia="方正黑体_GBK" w:cs="方正黑体_GBK"/>
      <w:kern w:val="44"/>
      <w:sz w:val="32"/>
      <w:szCs w:val="32"/>
    </w:rPr>
  </w:style>
  <w:style w:type="character" w:customStyle="1" w:styleId="17">
    <w:name w:val="标题 字符"/>
    <w:basedOn w:val="15"/>
    <w:link w:val="12"/>
    <w:autoRedefine/>
    <w:qFormat/>
    <w:uiPriority w:val="10"/>
    <w:rPr>
      <w:rFonts w:ascii="方正小标宋_GBK" w:hAnsi="方正小标宋_GBK" w:eastAsia="方正小标宋_GBK" w:cs="方正小标宋_GBK"/>
      <w:sz w:val="44"/>
      <w:szCs w:val="44"/>
    </w:rPr>
  </w:style>
  <w:style w:type="paragraph" w:styleId="18">
    <w:name w:val="No Spacing"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customStyle="1" w:styleId="19">
    <w:name w:val="标题 2 字符"/>
    <w:basedOn w:val="15"/>
    <w:link w:val="3"/>
    <w:autoRedefine/>
    <w:qFormat/>
    <w:uiPriority w:val="9"/>
    <w:rPr>
      <w:rFonts w:ascii="方正楷体_GBK" w:hAnsi="方正楷体_GBK" w:eastAsia="方正楷体_GBK" w:cs="方正楷体_GBK"/>
      <w:sz w:val="32"/>
      <w:szCs w:val="32"/>
    </w:rPr>
  </w:style>
  <w:style w:type="character" w:customStyle="1" w:styleId="20">
    <w:name w:val="标题 3 字符"/>
    <w:basedOn w:val="15"/>
    <w:link w:val="4"/>
    <w:uiPriority w:val="9"/>
    <w:rPr>
      <w:rFonts w:ascii="方正仿宋_GBK" w:hAnsi="方正仿宋_GBK" w:eastAsia="方正仿宋_GBK" w:cs="方正仿宋_GBK"/>
      <w:b/>
      <w:bCs/>
      <w:sz w:val="32"/>
      <w:szCs w:val="32"/>
    </w:rPr>
  </w:style>
  <w:style w:type="character" w:customStyle="1" w:styleId="21">
    <w:name w:val="页脚 字符"/>
    <w:basedOn w:val="15"/>
    <w:link w:val="11"/>
    <w:autoRedefine/>
    <w:qFormat/>
    <w:uiPriority w:val="99"/>
    <w:rPr>
      <w:rFonts w:ascii="方正仿宋_GBK" w:hAnsi="方正仿宋_GBK" w:eastAsia="方正仿宋_GBK" w:cs="方正仿宋_GBK"/>
      <w:sz w:val="18"/>
      <w:szCs w:val="18"/>
    </w:rPr>
  </w:style>
  <w:style w:type="character" w:customStyle="1" w:styleId="22">
    <w:name w:val="标题 4 字符"/>
    <w:basedOn w:val="15"/>
    <w:link w:val="5"/>
    <w:autoRedefine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3">
    <w:name w:val="标题 5 字符"/>
    <w:basedOn w:val="15"/>
    <w:link w:val="6"/>
    <w:autoRedefine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4">
    <w:name w:val="标题 6 字符"/>
    <w:basedOn w:val="15"/>
    <w:link w:val="7"/>
    <w:autoRedefine/>
    <w:semiHidden/>
    <w:qFormat/>
    <w:uiPriority w:val="9"/>
    <w:rPr>
      <w:rFonts w:cstheme="majorBidi"/>
      <w:b/>
      <w:bCs/>
      <w:color w:val="104862" w:themeColor="accent1" w:themeShade="BF"/>
      <w:sz w:val="32"/>
      <w:szCs w:val="32"/>
    </w:rPr>
  </w:style>
  <w:style w:type="character" w:customStyle="1" w:styleId="25">
    <w:name w:val="标题 7 字符"/>
    <w:basedOn w:val="15"/>
    <w:link w:val="8"/>
    <w:autoRedefine/>
    <w:semiHidden/>
    <w:qFormat/>
    <w:uiPriority w:val="9"/>
    <w:rPr>
      <w:rFonts w:cstheme="majorBidi"/>
      <w:b/>
      <w:bCs/>
      <w:color w:val="595959" w:themeColor="text1" w:themeTint="A6"/>
      <w:sz w:val="32"/>
      <w:szCs w:val="3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8 字符"/>
    <w:basedOn w:val="15"/>
    <w:link w:val="9"/>
    <w:autoRedefine/>
    <w:semiHidden/>
    <w:qFormat/>
    <w:uiPriority w:val="9"/>
    <w:rPr>
      <w:rFonts w:cstheme="majorBidi"/>
      <w:color w:val="595959" w:themeColor="text1" w:themeTint="A6"/>
      <w:sz w:val="32"/>
      <w:szCs w:val="3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9 字符"/>
    <w:basedOn w:val="15"/>
    <w:link w:val="10"/>
    <w:autoRedefine/>
    <w:semiHidden/>
    <w:qFormat/>
    <w:uiPriority w:val="9"/>
    <w:rPr>
      <w:rFonts w:eastAsiaTheme="majorEastAsia" w:cstheme="majorBidi"/>
      <w:color w:val="595959" w:themeColor="text1" w:themeTint="A6"/>
      <w:sz w:val="32"/>
      <w:szCs w:val="3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5"/>
    <w:link w:val="28"/>
    <w:autoRedefine/>
    <w:qFormat/>
    <w:uiPriority w:val="29"/>
    <w:rPr>
      <w:rFonts w:ascii="Times New Roman" w:hAnsi="Times New Roman" w:eastAsia="方正仿宋_GBK" w:cs="方正仿宋_GBK"/>
      <w:i/>
      <w:iCs/>
      <w:color w:val="404040" w:themeColor="text1" w:themeTint="BF"/>
      <w:sz w:val="32"/>
      <w:szCs w:val="3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31">
    <w:name w:val="明显强调1"/>
    <w:basedOn w:val="15"/>
    <w:autoRedefine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autoRedefine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5"/>
    <w:link w:val="32"/>
    <w:autoRedefine/>
    <w:qFormat/>
    <w:uiPriority w:val="30"/>
    <w:rPr>
      <w:rFonts w:ascii="Times New Roman" w:hAnsi="Times New Roman" w:eastAsia="方正仿宋_GBK" w:cs="方正仿宋_GBK"/>
      <w:i/>
      <w:iCs/>
      <w:color w:val="104862" w:themeColor="accent1" w:themeShade="BF"/>
      <w:sz w:val="32"/>
      <w:szCs w:val="32"/>
    </w:rPr>
  </w:style>
  <w:style w:type="character" w:customStyle="1" w:styleId="34">
    <w:name w:val="明显参考1"/>
    <w:basedOn w:val="15"/>
    <w:autoRedefine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UCh\Documents\&#33258;&#23450;&#20041;%20Office%20&#27169;&#26495;\&#12304;&#27169;&#26495;&#12305;&#20844;&#21496;&#34892;&#25991;&#27169;&#26495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【模板】公司行文模板</Template>
  <Pages>1</Pages>
  <Words>58</Words>
  <Characters>332</Characters>
  <Lines>2</Lines>
  <Paragraphs>1</Paragraphs>
  <TotalTime>32</TotalTime>
  <ScaleCrop>false</ScaleCrop>
  <LinksUpToDate>false</LinksUpToDate>
  <CharactersWithSpaces>389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2025-09-16T09:06:00Z</dcterms:created>
  <dc:creator>Yi Chen</dc:creator>
  <cp:lastModifiedBy>Administrator</cp:lastModifiedBy>
  <dcterms:modified xsi:type="dcterms:W3CDTF">2025-09-16T10:10:13Z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0671CB3A0CA24196B712BBFD78C2E50D_11</vt:lpwstr>
  </property>
</Properties>
</file>